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1B2" w:rsidRDefault="003331B2" w:rsidP="004628B6">
      <w:pPr>
        <w:pStyle w:val="Heading1"/>
        <w:tabs>
          <w:tab w:val="left" w:pos="6105"/>
        </w:tabs>
      </w:pPr>
      <w:r w:rsidRPr="002C0A70">
        <w:t>The legend of the octoray</w:t>
      </w:r>
      <w:r>
        <w:tab/>
      </w:r>
    </w:p>
    <w:p w:rsidR="003331B2" w:rsidRDefault="003331B2">
      <w:pPr>
        <w:rPr>
          <w:color w:val="000000"/>
          <w:sz w:val="32"/>
          <w:szCs w:val="32"/>
        </w:rPr>
      </w:pPr>
      <w:r>
        <w:rPr>
          <w:color w:val="000000"/>
          <w:sz w:val="32"/>
          <w:szCs w:val="32"/>
        </w:rPr>
        <w:t xml:space="preserve">   Billy was a 10 year old boy who lived in Orkney Fins town</w:t>
      </w:r>
      <w:bookmarkStart w:id="0" w:name="_GoBack"/>
      <w:bookmarkEnd w:id="0"/>
      <w:r>
        <w:rPr>
          <w:color w:val="000000"/>
          <w:sz w:val="32"/>
          <w:szCs w:val="32"/>
        </w:rPr>
        <w:t xml:space="preserve"> it was the summer holidays.</w:t>
      </w:r>
    </w:p>
    <w:p w:rsidR="003331B2" w:rsidRDefault="003331B2">
      <w:pPr>
        <w:rPr>
          <w:color w:val="000000"/>
          <w:sz w:val="32"/>
          <w:szCs w:val="32"/>
        </w:rPr>
      </w:pPr>
      <w:r>
        <w:rPr>
          <w:color w:val="000000"/>
          <w:sz w:val="32"/>
          <w:szCs w:val="32"/>
        </w:rPr>
        <w:t xml:space="preserve"> He went to happy valley to go snorkelling and saw a slim covered egg. He decided to take it home Billy went to bed after hiding it in his curbed. In the morning it was foggy so he put it in the river. It had swam down the river and it had grown over night by 13 feet he called it carol.                </w:t>
      </w:r>
    </w:p>
    <w:p w:rsidR="003331B2" w:rsidRDefault="003331B2">
      <w:pPr>
        <w:rPr>
          <w:color w:val="000000"/>
          <w:sz w:val="32"/>
          <w:szCs w:val="32"/>
        </w:rPr>
      </w:pPr>
    </w:p>
    <w:p w:rsidR="003331B2" w:rsidRDefault="003331B2">
      <w:pPr>
        <w:rPr>
          <w:color w:val="000000"/>
          <w:sz w:val="32"/>
          <w:szCs w:val="32"/>
        </w:rPr>
      </w:pPr>
      <w:r>
        <w:rPr>
          <w:color w:val="000000"/>
          <w:sz w:val="32"/>
          <w:szCs w:val="32"/>
        </w:rPr>
        <w:t xml:space="preserve">Suddenly out of nowhere a giant scaly creature burst out of the river and all most tipped Jim and Bobs boat right over so they wanted to catch it or stuff it. They phoned the police, animal control and the army but the army did not come.  </w:t>
      </w:r>
    </w:p>
    <w:p w:rsidR="003331B2" w:rsidRDefault="003331B2">
      <w:pPr>
        <w:rPr>
          <w:color w:val="000000"/>
          <w:sz w:val="32"/>
          <w:szCs w:val="32"/>
        </w:rPr>
      </w:pPr>
    </w:p>
    <w:p w:rsidR="003331B2" w:rsidRDefault="003331B2" w:rsidP="0054617F">
      <w:pPr>
        <w:rPr>
          <w:color w:val="000000"/>
          <w:sz w:val="32"/>
          <w:szCs w:val="32"/>
        </w:rPr>
      </w:pPr>
      <w:r>
        <w:rPr>
          <w:color w:val="000000"/>
          <w:sz w:val="32"/>
          <w:szCs w:val="32"/>
        </w:rPr>
        <w:t xml:space="preserve">The rush was on to find the  creature. Billy wanted to save his pet’s identity from these evil people. </w:t>
      </w:r>
    </w:p>
    <w:p w:rsidR="003331B2" w:rsidRDefault="003331B2" w:rsidP="0054617F">
      <w:pPr>
        <w:rPr>
          <w:color w:val="000000"/>
          <w:sz w:val="32"/>
          <w:szCs w:val="32"/>
        </w:rPr>
      </w:pPr>
      <w:r>
        <w:rPr>
          <w:color w:val="000000"/>
          <w:sz w:val="32"/>
          <w:szCs w:val="32"/>
        </w:rPr>
        <w:t>This creature was in trouble because he was too big for the river. He had to be moved quickly. His 24 year old brother used his giant red work lorry to move this 19 ton giant. They put it in a loch, however Billy was very sad and worried about his pet called carol……..</w:t>
      </w:r>
    </w:p>
    <w:p w:rsidR="003331B2" w:rsidRDefault="003331B2" w:rsidP="0054617F">
      <w:pPr>
        <w:rPr>
          <w:color w:val="000000"/>
          <w:sz w:val="32"/>
          <w:szCs w:val="32"/>
        </w:rPr>
      </w:pPr>
      <w:r>
        <w:rPr>
          <w:color w:val="000000"/>
          <w:sz w:val="32"/>
          <w:szCs w:val="32"/>
        </w:rPr>
        <w:t>18 years later the creature learned how to fly. It was picked up by a satellite and put on goggle imiges. It was never seen again NEVER EVER or was it?....</w:t>
      </w:r>
    </w:p>
    <w:p w:rsidR="003331B2" w:rsidRDefault="003331B2" w:rsidP="0054617F">
      <w:pPr>
        <w:rPr>
          <w:color w:val="000000"/>
          <w:sz w:val="32"/>
          <w:szCs w:val="32"/>
        </w:rPr>
      </w:pPr>
    </w:p>
    <w:p w:rsidR="003331B2" w:rsidRDefault="003331B2" w:rsidP="0054617F">
      <w:pPr>
        <w:rPr>
          <w:color w:val="000000"/>
          <w:sz w:val="32"/>
          <w:szCs w:val="32"/>
        </w:rPr>
      </w:pPr>
    </w:p>
    <w:p w:rsidR="003331B2" w:rsidRDefault="003331B2" w:rsidP="0054617F">
      <w:pPr>
        <w:rPr>
          <w:color w:val="000000"/>
          <w:sz w:val="32"/>
          <w:szCs w:val="32"/>
        </w:rPr>
      </w:pPr>
    </w:p>
    <w:p w:rsidR="003331B2" w:rsidRPr="005101D5" w:rsidRDefault="003331B2" w:rsidP="0054617F">
      <w:pPr>
        <w:rPr>
          <w:color w:val="000000"/>
          <w:sz w:val="32"/>
          <w:szCs w:val="32"/>
        </w:rPr>
      </w:pPr>
      <w:r>
        <w:rPr>
          <w:color w:val="000000"/>
          <w:sz w:val="32"/>
          <w:szCs w:val="32"/>
        </w:rPr>
        <w:t xml:space="preserve">                                     </w:t>
      </w:r>
    </w:p>
    <w:sectPr w:rsidR="003331B2" w:rsidRPr="005101D5" w:rsidSect="008F30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19EC"/>
    <w:rsid w:val="00011168"/>
    <w:rsid w:val="00034A4B"/>
    <w:rsid w:val="00035179"/>
    <w:rsid w:val="00084D61"/>
    <w:rsid w:val="00087A70"/>
    <w:rsid w:val="00092F37"/>
    <w:rsid w:val="000B4208"/>
    <w:rsid w:val="000F2D46"/>
    <w:rsid w:val="00106AAE"/>
    <w:rsid w:val="001219EC"/>
    <w:rsid w:val="00160D9B"/>
    <w:rsid w:val="001654D4"/>
    <w:rsid w:val="001B7016"/>
    <w:rsid w:val="001C5458"/>
    <w:rsid w:val="002C0A70"/>
    <w:rsid w:val="0030494B"/>
    <w:rsid w:val="003331B2"/>
    <w:rsid w:val="00374FB2"/>
    <w:rsid w:val="0038759D"/>
    <w:rsid w:val="003A0967"/>
    <w:rsid w:val="003B5A85"/>
    <w:rsid w:val="003E6535"/>
    <w:rsid w:val="003F7F5E"/>
    <w:rsid w:val="0040307E"/>
    <w:rsid w:val="004628B6"/>
    <w:rsid w:val="0046770B"/>
    <w:rsid w:val="004F24F2"/>
    <w:rsid w:val="0050493A"/>
    <w:rsid w:val="005101D5"/>
    <w:rsid w:val="00512F61"/>
    <w:rsid w:val="00516616"/>
    <w:rsid w:val="005331E5"/>
    <w:rsid w:val="0054617F"/>
    <w:rsid w:val="00547BE5"/>
    <w:rsid w:val="00553C07"/>
    <w:rsid w:val="00555893"/>
    <w:rsid w:val="005F0DC7"/>
    <w:rsid w:val="00600B45"/>
    <w:rsid w:val="006505B0"/>
    <w:rsid w:val="00743AD1"/>
    <w:rsid w:val="007451CF"/>
    <w:rsid w:val="007C212E"/>
    <w:rsid w:val="007C78FF"/>
    <w:rsid w:val="00873AE4"/>
    <w:rsid w:val="008C2D75"/>
    <w:rsid w:val="008F3005"/>
    <w:rsid w:val="009208F1"/>
    <w:rsid w:val="00942AA0"/>
    <w:rsid w:val="00955237"/>
    <w:rsid w:val="009B548A"/>
    <w:rsid w:val="009B63F1"/>
    <w:rsid w:val="00A32A47"/>
    <w:rsid w:val="00A7514A"/>
    <w:rsid w:val="00AB63BA"/>
    <w:rsid w:val="00AE6128"/>
    <w:rsid w:val="00B1657C"/>
    <w:rsid w:val="00B6072E"/>
    <w:rsid w:val="00BC3808"/>
    <w:rsid w:val="00BD0786"/>
    <w:rsid w:val="00C83582"/>
    <w:rsid w:val="00C8454C"/>
    <w:rsid w:val="00C8560F"/>
    <w:rsid w:val="00D35098"/>
    <w:rsid w:val="00D9466C"/>
    <w:rsid w:val="00E01059"/>
    <w:rsid w:val="00E1061E"/>
    <w:rsid w:val="00EE669F"/>
    <w:rsid w:val="00EF0A1E"/>
    <w:rsid w:val="00F455FB"/>
    <w:rsid w:val="00F911E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005"/>
    <w:pPr>
      <w:spacing w:after="200" w:line="276" w:lineRule="auto"/>
    </w:pPr>
    <w:rPr>
      <w:lang w:eastAsia="en-US"/>
    </w:rPr>
  </w:style>
  <w:style w:type="paragraph" w:styleId="Heading1">
    <w:name w:val="heading 1"/>
    <w:basedOn w:val="Normal"/>
    <w:next w:val="Normal"/>
    <w:link w:val="Heading1Char"/>
    <w:uiPriority w:val="99"/>
    <w:qFormat/>
    <w:locked/>
    <w:rsid w:val="0003517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331</TotalTime>
  <Pages>2</Pages>
  <Words>183</Words>
  <Characters>1049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Pupil</dc:creator>
  <cp:keywords/>
  <dc:description/>
  <cp:lastModifiedBy>Pupil</cp:lastModifiedBy>
  <cp:revision>101</cp:revision>
  <dcterms:created xsi:type="dcterms:W3CDTF">2015-01-20T11:40:00Z</dcterms:created>
  <dcterms:modified xsi:type="dcterms:W3CDTF">2015-02-03T12:07:00Z</dcterms:modified>
</cp:coreProperties>
</file>